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684E66-FD27-4CE3-9110-57581BFAE375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